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CE4D3A" w14:textId="5C417F96" w:rsidR="00D44239" w:rsidRDefault="00447B8F" w:rsidP="00447B8F">
      <w:pPr>
        <w:jc w:val="center"/>
        <w:rPr>
          <w:rFonts w:ascii="Arial" w:hAnsi="Arial" w:cs="Arial"/>
          <w:b/>
        </w:rPr>
      </w:pPr>
      <w:bookmarkStart w:id="0" w:name="_GoBack"/>
      <w:bookmarkEnd w:id="0"/>
      <w:r w:rsidRPr="00447B8F">
        <w:rPr>
          <w:rFonts w:ascii="Arial" w:hAnsi="Arial" w:cs="Arial"/>
          <w:b/>
        </w:rPr>
        <w:t xml:space="preserve">Příloha č. </w:t>
      </w:r>
      <w:r w:rsidR="00433A66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 – Čestné prohlášení</w:t>
      </w:r>
    </w:p>
    <w:p w14:paraId="19D27021" w14:textId="77777777"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14:paraId="1BE33821" w14:textId="1D3FDE6B" w:rsidR="00666916" w:rsidRPr="00447B8F" w:rsidRDefault="00666916" w:rsidP="00666916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Čestné prohlášení dodavatele o splnění </w:t>
      </w:r>
      <w:r>
        <w:rPr>
          <w:rFonts w:ascii="Arial" w:hAnsi="Arial" w:cs="Arial"/>
          <w:b/>
        </w:rPr>
        <w:t xml:space="preserve">referenčních zakázek v rámci technické </w:t>
      </w:r>
      <w:r w:rsidRPr="00447B8F">
        <w:rPr>
          <w:rFonts w:ascii="Arial" w:hAnsi="Arial" w:cs="Arial"/>
          <w:b/>
        </w:rPr>
        <w:t>kvalifikace</w:t>
      </w:r>
      <w:r>
        <w:rPr>
          <w:rFonts w:ascii="Arial" w:hAnsi="Arial" w:cs="Arial"/>
          <w:b/>
        </w:rPr>
        <w:t xml:space="preserve"> </w:t>
      </w:r>
      <w:r w:rsidRPr="00447B8F">
        <w:rPr>
          <w:rFonts w:ascii="Arial" w:hAnsi="Arial" w:cs="Arial"/>
          <w:b/>
        </w:rPr>
        <w:t xml:space="preserve">na </w:t>
      </w:r>
      <w:r>
        <w:rPr>
          <w:rFonts w:ascii="Arial" w:hAnsi="Arial" w:cs="Arial"/>
          <w:b/>
        </w:rPr>
        <w:t xml:space="preserve">veřejnou </w:t>
      </w:r>
      <w:r w:rsidR="009508A9">
        <w:rPr>
          <w:rFonts w:ascii="Arial" w:hAnsi="Arial" w:cs="Arial"/>
          <w:b/>
        </w:rPr>
        <w:t>zakázku realizovanou ve zjednodušeném podlimitním řízení</w:t>
      </w:r>
    </w:p>
    <w:p w14:paraId="1C3DD944" w14:textId="77777777" w:rsidR="00D44239" w:rsidRPr="00447B8F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447B8F" w14:paraId="19847765" w14:textId="77777777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0BC4D74E" w14:textId="2DFF60DB" w:rsidR="00D8160F" w:rsidRPr="00447B8F" w:rsidRDefault="00D8160F" w:rsidP="009508A9">
            <w:pPr>
              <w:ind w:left="2268" w:hanging="2268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  <w:r w:rsidR="00347CA7" w:rsidRPr="00447B8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508A9">
              <w:rPr>
                <w:rFonts w:ascii="Arial" w:hAnsi="Arial" w:cs="Arial"/>
                <w:sz w:val="20"/>
                <w:szCs w:val="20"/>
              </w:rPr>
              <w:t>VZ34</w:t>
            </w:r>
            <w:r w:rsidR="00447B8F">
              <w:rPr>
                <w:rFonts w:ascii="Arial" w:hAnsi="Arial" w:cs="Arial"/>
                <w:sz w:val="20"/>
                <w:szCs w:val="20"/>
              </w:rPr>
              <w:t>/201</w:t>
            </w:r>
            <w:r w:rsidR="00666916">
              <w:rPr>
                <w:rFonts w:ascii="Arial" w:hAnsi="Arial" w:cs="Arial"/>
                <w:sz w:val="20"/>
                <w:szCs w:val="20"/>
              </w:rPr>
              <w:t>9</w:t>
            </w:r>
            <w:r w:rsidR="00447B8F">
              <w:rPr>
                <w:rFonts w:ascii="Arial" w:hAnsi="Arial" w:cs="Arial"/>
                <w:sz w:val="20"/>
                <w:szCs w:val="20"/>
              </w:rPr>
              <w:t xml:space="preserve"> –</w:t>
            </w:r>
            <w:r w:rsidR="0066691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508A9">
              <w:rPr>
                <w:rFonts w:ascii="Arial" w:hAnsi="Arial" w:cs="Arial"/>
                <w:sz w:val="20"/>
                <w:szCs w:val="20"/>
              </w:rPr>
              <w:t>Obnova serverů Oracle</w:t>
            </w:r>
            <w:r w:rsidR="00447B8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D8160F" w:rsidRPr="00447B8F" w14:paraId="3870BB03" w14:textId="77777777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14:paraId="09E5300B" w14:textId="77777777"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14:paraId="57C33196" w14:textId="77777777"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B9440E" w:rsidRPr="00447B8F" w14:paraId="4BFA3BD4" w14:textId="77777777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76523CFA" w14:textId="77777777" w:rsidR="00B9440E" w:rsidRPr="00447B8F" w:rsidRDefault="00B9440E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B9440E" w:rsidRPr="00447B8F" w14:paraId="0E079125" w14:textId="77777777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59D61B57" w14:textId="77777777" w:rsidR="00B9440E" w:rsidRPr="00447B8F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</w:t>
            </w:r>
            <w:r w:rsidR="00B9440E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14:paraId="05E3C4F5" w14:textId="77777777" w:rsidR="00B9440E" w:rsidRPr="00447B8F" w:rsidRDefault="00347CA7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B9440E" w:rsidRPr="00447B8F" w14:paraId="2874A7E9" w14:textId="77777777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5357FD60" w14:textId="77777777" w:rsidR="00B9440E" w:rsidRPr="00447B8F" w:rsidRDefault="00B9440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71A029E8" w14:textId="77777777" w:rsidR="00B9440E" w:rsidRPr="00447B8F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B9440E" w:rsidRPr="00447B8F" w14:paraId="5D5BAA8B" w14:textId="77777777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1E5A6E96" w14:textId="77777777" w:rsidR="00B9440E" w:rsidRPr="00447B8F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</w:t>
            </w:r>
            <w:r w:rsidR="00B9440E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0E513B46" w14:textId="77777777" w:rsidR="00B9440E" w:rsidRPr="00447B8F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14:paraId="20AA8697" w14:textId="77777777"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447B8F" w14:paraId="3E7117ED" w14:textId="77777777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48FA1E81" w14:textId="77777777" w:rsidR="001132CC" w:rsidRPr="00447B8F" w:rsidRDefault="001132CC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1132CC" w:rsidRPr="00447B8F" w14:paraId="74BCBBD5" w14:textId="77777777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13AFA981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55067B80" w14:textId="5374223F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03B65436" w14:textId="77777777" w:rsidTr="001137C9">
        <w:trPr>
          <w:cantSplit/>
          <w:trHeight w:val="227"/>
        </w:trPr>
        <w:tc>
          <w:tcPr>
            <w:tcW w:w="3686" w:type="dxa"/>
          </w:tcPr>
          <w:p w14:paraId="077ECE86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26C58CC6" w14:textId="62EDC096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618957BF" w14:textId="77777777" w:rsidTr="001137C9">
        <w:trPr>
          <w:cantSplit/>
          <w:trHeight w:val="227"/>
        </w:trPr>
        <w:tc>
          <w:tcPr>
            <w:tcW w:w="3686" w:type="dxa"/>
          </w:tcPr>
          <w:p w14:paraId="04C94BA6" w14:textId="77777777" w:rsidR="001132CC" w:rsidRPr="00447B8F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967E357" w14:textId="29850A89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C04C5" w:rsidRPr="00447B8F" w14:paraId="79BFC899" w14:textId="77777777" w:rsidTr="001137C9">
        <w:trPr>
          <w:cantSplit/>
          <w:trHeight w:val="227"/>
        </w:trPr>
        <w:tc>
          <w:tcPr>
            <w:tcW w:w="3686" w:type="dxa"/>
          </w:tcPr>
          <w:p w14:paraId="6CF81DBD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0599D652" w14:textId="2EA475D5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5554C805" w14:textId="77777777" w:rsidTr="001137C9">
        <w:trPr>
          <w:cantSplit/>
          <w:trHeight w:val="227"/>
        </w:trPr>
        <w:tc>
          <w:tcPr>
            <w:tcW w:w="3686" w:type="dxa"/>
          </w:tcPr>
          <w:p w14:paraId="4D7F9A5B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35169CE" w14:textId="73C167E4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66752D61" w14:textId="77777777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14:paraId="308A4CE5" w14:textId="77777777" w:rsidR="001132CC" w:rsidRPr="00447B8F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44B4C84E" w14:textId="01ADF4B1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C04C5" w:rsidRPr="00447B8F" w14:paraId="09AD5181" w14:textId="77777777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14:paraId="385AC24C" w14:textId="77777777" w:rsidR="00D80188" w:rsidRPr="00447B8F" w:rsidRDefault="004F14F4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0CDCB235" w14:textId="131DA98D" w:rsidR="004F14F4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14:paraId="591C88D2" w14:textId="5AF26C52" w:rsidR="005F5B3B" w:rsidRDefault="005F5B3B" w:rsidP="001137C9">
      <w:pPr>
        <w:rPr>
          <w:rFonts w:ascii="Arial" w:hAnsi="Arial" w:cs="Arial"/>
          <w:sz w:val="18"/>
          <w:szCs w:val="18"/>
        </w:rPr>
      </w:pPr>
    </w:p>
    <w:p w14:paraId="21325F68" w14:textId="2AACF123" w:rsidR="00611635" w:rsidRDefault="00611635" w:rsidP="001137C9">
      <w:pPr>
        <w:rPr>
          <w:rFonts w:ascii="Arial" w:hAnsi="Arial" w:cs="Arial"/>
          <w:sz w:val="18"/>
          <w:szCs w:val="18"/>
        </w:rPr>
      </w:pPr>
    </w:p>
    <w:p w14:paraId="47ABA208" w14:textId="444B0F49" w:rsidR="00611635" w:rsidRDefault="00611635" w:rsidP="001137C9">
      <w:pPr>
        <w:rPr>
          <w:rFonts w:ascii="Arial" w:hAnsi="Arial" w:cs="Arial"/>
          <w:sz w:val="18"/>
          <w:szCs w:val="18"/>
        </w:rPr>
      </w:pPr>
    </w:p>
    <w:p w14:paraId="0E9638DE" w14:textId="4C12A4CA" w:rsidR="00611635" w:rsidRDefault="00611635" w:rsidP="001137C9">
      <w:pPr>
        <w:rPr>
          <w:rFonts w:ascii="Arial" w:hAnsi="Arial" w:cs="Arial"/>
          <w:sz w:val="18"/>
          <w:szCs w:val="18"/>
        </w:rPr>
      </w:pPr>
    </w:p>
    <w:p w14:paraId="0248BCF7" w14:textId="2A64B30C" w:rsidR="00611635" w:rsidRDefault="00611635" w:rsidP="001137C9">
      <w:pPr>
        <w:rPr>
          <w:rFonts w:ascii="Arial" w:hAnsi="Arial" w:cs="Arial"/>
          <w:sz w:val="18"/>
          <w:szCs w:val="18"/>
        </w:rPr>
      </w:pPr>
    </w:p>
    <w:p w14:paraId="74359B36" w14:textId="30A2A815" w:rsidR="00611635" w:rsidRDefault="00611635" w:rsidP="001137C9">
      <w:pPr>
        <w:rPr>
          <w:rFonts w:ascii="Arial" w:hAnsi="Arial" w:cs="Arial"/>
          <w:sz w:val="18"/>
          <w:szCs w:val="18"/>
        </w:rPr>
      </w:pPr>
    </w:p>
    <w:p w14:paraId="6B16EBE4" w14:textId="6A527202" w:rsidR="00611635" w:rsidRDefault="00611635" w:rsidP="001137C9">
      <w:pPr>
        <w:rPr>
          <w:rFonts w:ascii="Arial" w:hAnsi="Arial" w:cs="Arial"/>
          <w:sz w:val="18"/>
          <w:szCs w:val="18"/>
        </w:rPr>
      </w:pPr>
    </w:p>
    <w:p w14:paraId="77EC98BB" w14:textId="07ED1440" w:rsidR="00611635" w:rsidRDefault="00611635" w:rsidP="001137C9">
      <w:pPr>
        <w:rPr>
          <w:rFonts w:ascii="Arial" w:hAnsi="Arial" w:cs="Arial"/>
          <w:sz w:val="18"/>
          <w:szCs w:val="18"/>
        </w:rPr>
      </w:pPr>
    </w:p>
    <w:p w14:paraId="2D2E9E9D" w14:textId="01A88143" w:rsidR="00611635" w:rsidRDefault="00611635" w:rsidP="001137C9">
      <w:pPr>
        <w:rPr>
          <w:rFonts w:ascii="Arial" w:hAnsi="Arial" w:cs="Arial"/>
          <w:sz w:val="18"/>
          <w:szCs w:val="18"/>
        </w:rPr>
      </w:pPr>
    </w:p>
    <w:p w14:paraId="3873895C" w14:textId="64AACE50" w:rsidR="00611635" w:rsidRDefault="00611635" w:rsidP="001137C9">
      <w:pPr>
        <w:rPr>
          <w:rFonts w:ascii="Arial" w:hAnsi="Arial" w:cs="Arial"/>
          <w:sz w:val="18"/>
          <w:szCs w:val="18"/>
        </w:rPr>
      </w:pPr>
    </w:p>
    <w:p w14:paraId="07B9CA47" w14:textId="56198813" w:rsidR="00611635" w:rsidRDefault="00611635" w:rsidP="001137C9">
      <w:pPr>
        <w:rPr>
          <w:rFonts w:ascii="Arial" w:hAnsi="Arial" w:cs="Arial"/>
          <w:sz w:val="18"/>
          <w:szCs w:val="18"/>
        </w:rPr>
      </w:pPr>
    </w:p>
    <w:p w14:paraId="2C86278F" w14:textId="4B7B3630" w:rsidR="00611635" w:rsidRDefault="00611635" w:rsidP="001137C9">
      <w:pPr>
        <w:rPr>
          <w:rFonts w:ascii="Arial" w:hAnsi="Arial" w:cs="Arial"/>
          <w:sz w:val="18"/>
          <w:szCs w:val="18"/>
        </w:rPr>
      </w:pPr>
    </w:p>
    <w:p w14:paraId="50DA9B7D" w14:textId="462322D7" w:rsidR="00611635" w:rsidRDefault="00611635" w:rsidP="001137C9">
      <w:pPr>
        <w:rPr>
          <w:rFonts w:ascii="Arial" w:hAnsi="Arial" w:cs="Arial"/>
          <w:sz w:val="18"/>
          <w:szCs w:val="18"/>
        </w:rPr>
      </w:pPr>
    </w:p>
    <w:p w14:paraId="4CFC73F6" w14:textId="158E72E8" w:rsidR="00611635" w:rsidRDefault="00611635" w:rsidP="001137C9">
      <w:pPr>
        <w:rPr>
          <w:rFonts w:ascii="Arial" w:hAnsi="Arial" w:cs="Arial"/>
          <w:sz w:val="18"/>
          <w:szCs w:val="18"/>
        </w:rPr>
      </w:pPr>
    </w:p>
    <w:p w14:paraId="14DAED73" w14:textId="3BF63316" w:rsidR="00611635" w:rsidRDefault="00611635" w:rsidP="001137C9">
      <w:pPr>
        <w:rPr>
          <w:rFonts w:ascii="Arial" w:hAnsi="Arial" w:cs="Arial"/>
          <w:sz w:val="18"/>
          <w:szCs w:val="18"/>
        </w:rPr>
      </w:pPr>
    </w:p>
    <w:p w14:paraId="6F12AC28" w14:textId="6E0C583D" w:rsidR="00611635" w:rsidRDefault="00611635" w:rsidP="001137C9">
      <w:pPr>
        <w:rPr>
          <w:rFonts w:ascii="Arial" w:hAnsi="Arial" w:cs="Arial"/>
          <w:sz w:val="18"/>
          <w:szCs w:val="18"/>
        </w:rPr>
      </w:pPr>
    </w:p>
    <w:p w14:paraId="6AA20F06" w14:textId="2242440A" w:rsidR="00611635" w:rsidRDefault="00611635" w:rsidP="001137C9">
      <w:pPr>
        <w:rPr>
          <w:rFonts w:ascii="Arial" w:hAnsi="Arial" w:cs="Arial"/>
          <w:sz w:val="18"/>
          <w:szCs w:val="18"/>
        </w:rPr>
      </w:pPr>
    </w:p>
    <w:p w14:paraId="6338FE1C" w14:textId="066F9627" w:rsidR="00611635" w:rsidRDefault="00611635" w:rsidP="001137C9">
      <w:pPr>
        <w:rPr>
          <w:rFonts w:ascii="Arial" w:hAnsi="Arial" w:cs="Arial"/>
          <w:sz w:val="18"/>
          <w:szCs w:val="18"/>
        </w:rPr>
      </w:pPr>
    </w:p>
    <w:p w14:paraId="01E0132A" w14:textId="2F625B20" w:rsidR="00611635" w:rsidRDefault="00611635" w:rsidP="001137C9">
      <w:pPr>
        <w:rPr>
          <w:rFonts w:ascii="Arial" w:hAnsi="Arial" w:cs="Arial"/>
          <w:sz w:val="18"/>
          <w:szCs w:val="18"/>
        </w:rPr>
      </w:pPr>
    </w:p>
    <w:p w14:paraId="6B4E997D" w14:textId="186CF543" w:rsidR="00611635" w:rsidRDefault="00611635" w:rsidP="001137C9">
      <w:pPr>
        <w:rPr>
          <w:rFonts w:ascii="Arial" w:hAnsi="Arial" w:cs="Arial"/>
          <w:sz w:val="18"/>
          <w:szCs w:val="18"/>
        </w:rPr>
      </w:pPr>
    </w:p>
    <w:p w14:paraId="2709CF00" w14:textId="02D98C4A" w:rsidR="00611635" w:rsidRDefault="00611635" w:rsidP="001137C9">
      <w:pPr>
        <w:rPr>
          <w:rFonts w:ascii="Arial" w:hAnsi="Arial" w:cs="Arial"/>
          <w:sz w:val="18"/>
          <w:szCs w:val="18"/>
        </w:rPr>
      </w:pPr>
    </w:p>
    <w:p w14:paraId="6EE79C04" w14:textId="0734F58B" w:rsidR="00611635" w:rsidRDefault="00611635" w:rsidP="001137C9">
      <w:pPr>
        <w:rPr>
          <w:rFonts w:ascii="Arial" w:hAnsi="Arial" w:cs="Arial"/>
          <w:sz w:val="18"/>
          <w:szCs w:val="18"/>
        </w:rPr>
      </w:pPr>
    </w:p>
    <w:p w14:paraId="15BC8F92" w14:textId="1529092F" w:rsidR="00611635" w:rsidRDefault="00611635" w:rsidP="001137C9">
      <w:pPr>
        <w:rPr>
          <w:rFonts w:ascii="Arial" w:hAnsi="Arial" w:cs="Arial"/>
          <w:sz w:val="18"/>
          <w:szCs w:val="18"/>
        </w:rPr>
      </w:pPr>
    </w:p>
    <w:p w14:paraId="6252166E" w14:textId="1CD6C34A" w:rsidR="00611635" w:rsidRDefault="00611635" w:rsidP="001137C9">
      <w:pPr>
        <w:rPr>
          <w:rFonts w:ascii="Arial" w:hAnsi="Arial" w:cs="Arial"/>
          <w:sz w:val="18"/>
          <w:szCs w:val="18"/>
        </w:rPr>
      </w:pPr>
    </w:p>
    <w:p w14:paraId="760EA314" w14:textId="746B3A39" w:rsidR="00611635" w:rsidRDefault="00611635" w:rsidP="001137C9">
      <w:pPr>
        <w:rPr>
          <w:rFonts w:ascii="Arial" w:hAnsi="Arial" w:cs="Arial"/>
          <w:sz w:val="18"/>
          <w:szCs w:val="18"/>
        </w:rPr>
      </w:pPr>
    </w:p>
    <w:p w14:paraId="50A5A527" w14:textId="17DBCBAA" w:rsidR="00611635" w:rsidRDefault="00611635" w:rsidP="001137C9">
      <w:pPr>
        <w:rPr>
          <w:rFonts w:ascii="Arial" w:hAnsi="Arial" w:cs="Arial"/>
          <w:sz w:val="18"/>
          <w:szCs w:val="18"/>
        </w:rPr>
      </w:pPr>
    </w:p>
    <w:p w14:paraId="6620E8C9" w14:textId="61C072AB" w:rsidR="00611635" w:rsidRDefault="00611635" w:rsidP="001137C9">
      <w:pPr>
        <w:rPr>
          <w:rFonts w:ascii="Arial" w:hAnsi="Arial" w:cs="Arial"/>
          <w:sz w:val="18"/>
          <w:szCs w:val="18"/>
        </w:rPr>
      </w:pPr>
    </w:p>
    <w:p w14:paraId="4F0F6A5C" w14:textId="77777777" w:rsidR="00611635" w:rsidRDefault="00611635" w:rsidP="001137C9">
      <w:pPr>
        <w:rPr>
          <w:rFonts w:ascii="Arial" w:hAnsi="Arial" w:cs="Arial"/>
          <w:b/>
          <w:sz w:val="20"/>
          <w:szCs w:val="18"/>
          <w:u w:val="single"/>
        </w:rPr>
      </w:pPr>
    </w:p>
    <w:p w14:paraId="36B9BAA7" w14:textId="1DEC66B7" w:rsidR="008B65D7" w:rsidRPr="00666916" w:rsidRDefault="00C0068B" w:rsidP="001137C9">
      <w:pPr>
        <w:rPr>
          <w:rFonts w:ascii="Arial" w:hAnsi="Arial" w:cs="Arial"/>
          <w:b/>
          <w:sz w:val="20"/>
          <w:szCs w:val="18"/>
          <w:u w:val="single"/>
        </w:rPr>
      </w:pPr>
      <w:r>
        <w:rPr>
          <w:rFonts w:ascii="Arial" w:hAnsi="Arial" w:cs="Arial"/>
          <w:b/>
          <w:sz w:val="20"/>
          <w:szCs w:val="18"/>
          <w:u w:val="single"/>
        </w:rPr>
        <w:lastRenderedPageBreak/>
        <w:t>Referenční zakázky:</w:t>
      </w:r>
    </w:p>
    <w:p w14:paraId="0D352B24" w14:textId="77777777" w:rsidR="00666916" w:rsidRPr="00447B8F" w:rsidRDefault="00666916" w:rsidP="001137C9">
      <w:pPr>
        <w:rPr>
          <w:rFonts w:ascii="Arial" w:hAnsi="Arial" w:cs="Arial"/>
          <w:sz w:val="18"/>
          <w:szCs w:val="18"/>
        </w:rPr>
      </w:pPr>
    </w:p>
    <w:p w14:paraId="14409B6E" w14:textId="6BBE4D2B" w:rsidR="00666916" w:rsidRPr="00447B8F" w:rsidRDefault="00666916" w:rsidP="00666916">
      <w:pPr>
        <w:jc w:val="both"/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r>
        <w:rPr>
          <w:rFonts w:ascii="Arial" w:hAnsi="Arial" w:cs="Arial"/>
          <w:sz w:val="20"/>
          <w:szCs w:val="20"/>
          <w:highlight w:val="yellow"/>
        </w:rPr>
        <w:t>DD. MM</w:t>
      </w:r>
      <w:r w:rsidRPr="00447B8F">
        <w:rPr>
          <w:rFonts w:ascii="Arial" w:hAnsi="Arial" w:cs="Arial"/>
          <w:sz w:val="20"/>
          <w:szCs w:val="20"/>
          <w:highlight w:val="yellow"/>
        </w:rPr>
        <w:t xml:space="preserve">. </w:t>
      </w:r>
      <w:r w:rsidR="00C0068B">
        <w:rPr>
          <w:rFonts w:ascii="Arial" w:hAnsi="Arial" w:cs="Arial"/>
          <w:sz w:val="20"/>
          <w:szCs w:val="20"/>
        </w:rPr>
        <w:t>2019</w:t>
      </w:r>
      <w:r>
        <w:rPr>
          <w:rFonts w:ascii="Arial" w:hAnsi="Arial" w:cs="Arial"/>
          <w:sz w:val="20"/>
          <w:szCs w:val="20"/>
        </w:rPr>
        <w:t xml:space="preserve"> čestně</w:t>
      </w:r>
      <w:r w:rsidRPr="00447B8F">
        <w:rPr>
          <w:rFonts w:ascii="Arial" w:hAnsi="Arial" w:cs="Arial"/>
          <w:sz w:val="20"/>
          <w:szCs w:val="20"/>
        </w:rPr>
        <w:t xml:space="preserve"> prohlašuji, že dodavatel </w:t>
      </w:r>
      <w:r w:rsidRPr="00447B8F">
        <w:rPr>
          <w:rFonts w:ascii="Arial" w:hAnsi="Arial" w:cs="Arial"/>
          <w:b/>
          <w:szCs w:val="20"/>
        </w:rPr>
        <w:t>[</w:t>
      </w:r>
      <w:r w:rsidRPr="00447B8F">
        <w:rPr>
          <w:rFonts w:ascii="Arial" w:hAnsi="Arial" w:cs="Arial"/>
          <w:b/>
          <w:szCs w:val="20"/>
          <w:highlight w:val="yellow"/>
        </w:rPr>
        <w:t>DOPLNIT</w:t>
      </w:r>
      <w:r w:rsidRPr="00447B8F">
        <w:rPr>
          <w:rFonts w:ascii="Arial" w:hAnsi="Arial" w:cs="Arial"/>
          <w:b/>
          <w:szCs w:val="20"/>
        </w:rPr>
        <w:t>]</w:t>
      </w:r>
      <w:r>
        <w:rPr>
          <w:rFonts w:ascii="Arial" w:hAnsi="Arial" w:cs="Arial"/>
          <w:b/>
          <w:szCs w:val="20"/>
        </w:rPr>
        <w:t xml:space="preserve"> </w:t>
      </w:r>
      <w:r w:rsidRPr="00607E65">
        <w:rPr>
          <w:rFonts w:ascii="Arial" w:hAnsi="Arial" w:cs="Arial"/>
          <w:sz w:val="20"/>
          <w:szCs w:val="20"/>
        </w:rPr>
        <w:t xml:space="preserve">ke dni podání nabídek splňuje </w:t>
      </w:r>
      <w:r w:rsidR="00C0068B">
        <w:rPr>
          <w:rFonts w:ascii="Arial" w:hAnsi="Arial" w:cs="Arial"/>
          <w:sz w:val="20"/>
          <w:szCs w:val="20"/>
        </w:rPr>
        <w:t xml:space="preserve">z hlediska referenčních zakázek </w:t>
      </w:r>
      <w:r w:rsidRPr="00607E65">
        <w:rPr>
          <w:rFonts w:ascii="Arial" w:hAnsi="Arial" w:cs="Arial"/>
          <w:sz w:val="20"/>
          <w:szCs w:val="20"/>
        </w:rPr>
        <w:t>technickou kvalifikaci dle podmínek stanovených v zadávací dokumentaci</w:t>
      </w:r>
      <w:r w:rsidR="00611635">
        <w:rPr>
          <w:rFonts w:ascii="Arial" w:hAnsi="Arial" w:cs="Arial"/>
          <w:sz w:val="20"/>
          <w:szCs w:val="20"/>
        </w:rPr>
        <w:t xml:space="preserve"> veřejné zakázky</w:t>
      </w:r>
      <w:r w:rsidRPr="00607E65">
        <w:rPr>
          <w:rFonts w:ascii="Arial" w:hAnsi="Arial" w:cs="Arial"/>
          <w:sz w:val="20"/>
          <w:szCs w:val="20"/>
        </w:rPr>
        <w:t xml:space="preserve"> a dle § 79 ZZ</w:t>
      </w:r>
      <w:r>
        <w:rPr>
          <w:rFonts w:ascii="Arial" w:hAnsi="Arial" w:cs="Arial"/>
          <w:sz w:val="20"/>
          <w:szCs w:val="20"/>
        </w:rPr>
        <w:t>V</w:t>
      </w:r>
      <w:r w:rsidRPr="00607E65">
        <w:rPr>
          <w:rFonts w:ascii="Arial" w:hAnsi="Arial" w:cs="Arial"/>
          <w:sz w:val="20"/>
          <w:szCs w:val="20"/>
        </w:rPr>
        <w:t>Z, a to následujícím způsobem:</w:t>
      </w:r>
    </w:p>
    <w:p w14:paraId="784CDDB8" w14:textId="5F54FEA1" w:rsidR="00611635" w:rsidRPr="00447B8F" w:rsidRDefault="00611635" w:rsidP="00666916">
      <w:pPr>
        <w:rPr>
          <w:rFonts w:ascii="Arial" w:hAnsi="Arial" w:cs="Arial"/>
          <w:sz w:val="20"/>
          <w:szCs w:val="20"/>
        </w:rPr>
        <w:sectPr w:rsidR="00611635" w:rsidRPr="00447B8F" w:rsidSect="00666916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14:paraId="297BAA08" w14:textId="77777777" w:rsidR="00C0068B" w:rsidRDefault="00C0068B" w:rsidP="00666916">
      <w:pPr>
        <w:jc w:val="both"/>
        <w:rPr>
          <w:rFonts w:ascii="Arial" w:hAnsi="Arial" w:cs="Arial"/>
          <w:b/>
          <w:sz w:val="20"/>
          <w:szCs w:val="20"/>
        </w:rPr>
      </w:pPr>
    </w:p>
    <w:p w14:paraId="77A2CD30" w14:textId="5A8E8B1C" w:rsidR="00666916" w:rsidRPr="008B7000" w:rsidRDefault="00666916" w:rsidP="00666916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A)</w:t>
      </w:r>
    </w:p>
    <w:p w14:paraId="3BA6A9BE" w14:textId="63735FCE" w:rsidR="00666916" w:rsidRPr="008B7000" w:rsidRDefault="00666916" w:rsidP="00666916">
      <w:pPr>
        <w:pStyle w:val="Odstavecseseznamem"/>
        <w:ind w:hanging="282"/>
        <w:rPr>
          <w:rFonts w:ascii="Arial" w:hAnsi="Arial" w:cs="Arial"/>
          <w:b/>
          <w:sz w:val="20"/>
          <w:szCs w:val="20"/>
        </w:rPr>
      </w:pPr>
      <w:r w:rsidRPr="008B7000">
        <w:rPr>
          <w:rFonts w:ascii="Arial" w:hAnsi="Arial" w:cs="Arial"/>
          <w:b/>
          <w:sz w:val="20"/>
          <w:szCs w:val="20"/>
        </w:rPr>
        <w:t>Referenční zakázka</w:t>
      </w:r>
      <w:r w:rsidR="00611635">
        <w:rPr>
          <w:rFonts w:ascii="Arial" w:hAnsi="Arial" w:cs="Arial"/>
          <w:b/>
          <w:sz w:val="20"/>
          <w:szCs w:val="20"/>
        </w:rPr>
        <w:t xml:space="preserve"> č. 1 (min. hodnota </w:t>
      </w:r>
      <w:r w:rsidR="009508A9">
        <w:rPr>
          <w:rFonts w:ascii="Arial" w:hAnsi="Arial" w:cs="Arial"/>
          <w:b/>
          <w:sz w:val="20"/>
          <w:szCs w:val="20"/>
        </w:rPr>
        <w:t>1.0</w:t>
      </w:r>
      <w:r w:rsidRPr="008B7000">
        <w:rPr>
          <w:rFonts w:ascii="Arial" w:hAnsi="Arial" w:cs="Arial"/>
          <w:b/>
          <w:sz w:val="20"/>
          <w:szCs w:val="20"/>
        </w:rPr>
        <w:t>00.000,- Kč bez DPH):</w:t>
      </w:r>
    </w:p>
    <w:p w14:paraId="03CAA8E1" w14:textId="77777777" w:rsidR="00666916" w:rsidRPr="00447B8F" w:rsidRDefault="00666916" w:rsidP="00666916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666916" w:rsidRPr="00447B8F" w14:paraId="1C4FD25E" w14:textId="77777777" w:rsidTr="0089493A">
        <w:trPr>
          <w:trHeight w:val="1093"/>
        </w:trPr>
        <w:tc>
          <w:tcPr>
            <w:tcW w:w="4179" w:type="dxa"/>
            <w:shd w:val="clear" w:color="auto" w:fill="auto"/>
          </w:tcPr>
          <w:p w14:paraId="10BD84D3" w14:textId="7DD4ADB1" w:rsidR="00666916" w:rsidRPr="00447B8F" w:rsidRDefault="00666916" w:rsidP="00611635">
            <w:pPr>
              <w:spacing w:before="120"/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pro kterého byla </w:t>
            </w:r>
            <w:r w:rsidR="009508A9">
              <w:rPr>
                <w:rFonts w:ascii="Arial" w:hAnsi="Arial" w:cs="Arial"/>
                <w:sz w:val="20"/>
                <w:szCs w:val="20"/>
              </w:rPr>
              <w:t xml:space="preserve">dodávka a/nebo </w:t>
            </w:r>
            <w:r w:rsidR="00611635"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</w:tcPr>
          <w:p w14:paraId="519D5843" w14:textId="77777777" w:rsidR="00666916" w:rsidRPr="00447B8F" w:rsidRDefault="00666916" w:rsidP="0089493A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66916" w:rsidRPr="00447B8F" w14:paraId="399D6DF0" w14:textId="77777777" w:rsidTr="0089493A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3D461353" w14:textId="77777777" w:rsidR="00666916" w:rsidRPr="00447B8F" w:rsidRDefault="00666916" w:rsidP="0089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plnění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4603350" w14:textId="77777777" w:rsidR="00666916" w:rsidRPr="00447B8F" w:rsidRDefault="00666916" w:rsidP="0089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66916" w:rsidRPr="00447B8F" w14:paraId="5D69F241" w14:textId="77777777" w:rsidTr="00611635">
        <w:trPr>
          <w:trHeight w:val="1727"/>
        </w:trPr>
        <w:tc>
          <w:tcPr>
            <w:tcW w:w="4179" w:type="dxa"/>
            <w:shd w:val="clear" w:color="auto" w:fill="auto"/>
          </w:tcPr>
          <w:p w14:paraId="678F5CE9" w14:textId="77777777" w:rsidR="00666916" w:rsidRDefault="00666916" w:rsidP="0089493A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</w:t>
            </w:r>
          </w:p>
          <w:p w14:paraId="01EC56DA" w14:textId="696B700F" w:rsidR="00666916" w:rsidRPr="00447B8F" w:rsidRDefault="00666916" w:rsidP="00C0068B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508A9">
              <w:rPr>
                <w:rFonts w:ascii="Arial" w:hAnsi="Arial" w:cs="Arial"/>
                <w:sz w:val="20"/>
                <w:szCs w:val="20"/>
              </w:rPr>
              <w:t xml:space="preserve">dodávky a/nebo </w:t>
            </w:r>
            <w:r w:rsidR="00C0068B">
              <w:rPr>
                <w:rFonts w:ascii="Arial" w:hAnsi="Arial" w:cs="Arial"/>
                <w:sz w:val="20"/>
                <w:szCs w:val="20"/>
              </w:rPr>
              <w:t>služby</w:t>
            </w:r>
            <w:r>
              <w:rPr>
                <w:rFonts w:ascii="Arial" w:hAnsi="Arial" w:cs="Arial"/>
                <w:sz w:val="20"/>
                <w:szCs w:val="20"/>
              </w:rPr>
              <w:t xml:space="preserve"> – max. 400 znaků)</w:t>
            </w:r>
          </w:p>
        </w:tc>
        <w:tc>
          <w:tcPr>
            <w:tcW w:w="4326" w:type="dxa"/>
            <w:shd w:val="clear" w:color="auto" w:fill="auto"/>
          </w:tcPr>
          <w:p w14:paraId="62CC9481" w14:textId="77777777" w:rsidR="00666916" w:rsidRPr="00447B8F" w:rsidRDefault="00666916" w:rsidP="0089493A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66916" w:rsidRPr="00447B8F" w14:paraId="61B901C2" w14:textId="77777777" w:rsidTr="0089493A">
        <w:trPr>
          <w:trHeight w:val="986"/>
        </w:trPr>
        <w:tc>
          <w:tcPr>
            <w:tcW w:w="4179" w:type="dxa"/>
            <w:shd w:val="clear" w:color="auto" w:fill="auto"/>
            <w:vAlign w:val="center"/>
          </w:tcPr>
          <w:p w14:paraId="447F8CD7" w14:textId="4889F8E6" w:rsidR="00666916" w:rsidRDefault="00666916" w:rsidP="0089493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Hodnota </w:t>
            </w:r>
            <w:r w:rsidR="00C0068B">
              <w:rPr>
                <w:rFonts w:ascii="Arial" w:hAnsi="Arial" w:cs="Arial"/>
                <w:sz w:val="20"/>
                <w:szCs w:val="20"/>
              </w:rPr>
              <w:t xml:space="preserve">referenční </w:t>
            </w:r>
            <w:r>
              <w:rPr>
                <w:rFonts w:ascii="Arial" w:hAnsi="Arial" w:cs="Arial"/>
                <w:sz w:val="20"/>
                <w:szCs w:val="20"/>
              </w:rPr>
              <w:t>zakázky</w:t>
            </w:r>
          </w:p>
          <w:p w14:paraId="6C4AFD27" w14:textId="66C2B583" w:rsidR="00666916" w:rsidRPr="00447B8F" w:rsidRDefault="00666916" w:rsidP="00611635">
            <w:pPr>
              <w:rPr>
                <w:rFonts w:ascii="Arial" w:hAnsi="Arial" w:cs="Arial"/>
                <w:sz w:val="20"/>
                <w:szCs w:val="20"/>
              </w:rPr>
            </w:pPr>
            <w:r w:rsidRPr="00CB664D">
              <w:rPr>
                <w:rFonts w:ascii="Arial" w:hAnsi="Arial" w:cs="Arial"/>
                <w:bCs/>
                <w:sz w:val="20"/>
                <w:szCs w:val="20"/>
              </w:rPr>
              <w:t>(tzn. částk</w:t>
            </w:r>
            <w:r>
              <w:rPr>
                <w:rFonts w:ascii="Arial" w:hAnsi="Arial" w:cs="Arial"/>
                <w:bCs/>
                <w:sz w:val="20"/>
                <w:szCs w:val="20"/>
              </w:rPr>
              <w:t>a</w:t>
            </w:r>
            <w:r w:rsidRPr="00CB664D">
              <w:rPr>
                <w:rFonts w:ascii="Arial" w:hAnsi="Arial" w:cs="Arial"/>
                <w:bCs/>
                <w:sz w:val="20"/>
                <w:szCs w:val="20"/>
              </w:rPr>
              <w:t xml:space="preserve"> vyplacen</w:t>
            </w:r>
            <w:r>
              <w:rPr>
                <w:rFonts w:ascii="Arial" w:hAnsi="Arial" w:cs="Arial"/>
                <w:bCs/>
                <w:sz w:val="20"/>
                <w:szCs w:val="20"/>
              </w:rPr>
              <w:t>á</w:t>
            </w:r>
            <w:r w:rsidRPr="00CB664D">
              <w:rPr>
                <w:rFonts w:ascii="Arial" w:hAnsi="Arial" w:cs="Arial"/>
                <w:bCs/>
                <w:sz w:val="20"/>
                <w:szCs w:val="20"/>
              </w:rPr>
              <w:t xml:space="preserve"> dodavateli za </w:t>
            </w:r>
            <w:r w:rsidR="00611635">
              <w:rPr>
                <w:rFonts w:ascii="Arial" w:hAnsi="Arial" w:cs="Arial"/>
                <w:bCs/>
                <w:sz w:val="20"/>
                <w:szCs w:val="20"/>
              </w:rPr>
              <w:t>provedenou službu</w:t>
            </w:r>
            <w:r w:rsidRPr="00CB664D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3DEB456" w14:textId="77777777" w:rsidR="00666916" w:rsidRPr="00447B8F" w:rsidRDefault="00666916" w:rsidP="0089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66916" w:rsidRPr="00447B8F" w14:paraId="3E575441" w14:textId="77777777" w:rsidTr="00611635">
        <w:trPr>
          <w:trHeight w:val="798"/>
        </w:trPr>
        <w:tc>
          <w:tcPr>
            <w:tcW w:w="4179" w:type="dxa"/>
            <w:shd w:val="clear" w:color="auto" w:fill="auto"/>
            <w:vAlign w:val="center"/>
          </w:tcPr>
          <w:p w14:paraId="11856A5D" w14:textId="0517B0BB" w:rsidR="00666916" w:rsidRPr="00447B8F" w:rsidRDefault="00666916" w:rsidP="00611635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 w:rsidR="00611635"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64E2111" w14:textId="77777777" w:rsidR="00666916" w:rsidRPr="00447B8F" w:rsidRDefault="00666916" w:rsidP="0089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37481B9A" w14:textId="3F225391" w:rsidR="00666916" w:rsidRDefault="00666916" w:rsidP="00666916">
      <w:pPr>
        <w:pStyle w:val="Odstavecseseznamem"/>
        <w:rPr>
          <w:rFonts w:ascii="Arial" w:hAnsi="Arial" w:cs="Arial"/>
          <w:sz w:val="20"/>
          <w:szCs w:val="20"/>
        </w:rPr>
      </w:pPr>
    </w:p>
    <w:p w14:paraId="65927813" w14:textId="47315C77" w:rsidR="00611635" w:rsidRDefault="00611635" w:rsidP="00666916">
      <w:pPr>
        <w:pStyle w:val="Odstavecseseznamem"/>
        <w:rPr>
          <w:rFonts w:ascii="Arial" w:hAnsi="Arial" w:cs="Arial"/>
          <w:sz w:val="20"/>
          <w:szCs w:val="20"/>
        </w:rPr>
      </w:pPr>
    </w:p>
    <w:p w14:paraId="6457C28D" w14:textId="77777777" w:rsidR="00666916" w:rsidRPr="008B7000" w:rsidRDefault="00666916" w:rsidP="00666916">
      <w:pPr>
        <w:rPr>
          <w:rFonts w:ascii="Arial" w:hAnsi="Arial" w:cs="Arial"/>
          <w:b/>
          <w:sz w:val="20"/>
        </w:rPr>
      </w:pPr>
      <w:r w:rsidRPr="008B7000">
        <w:rPr>
          <w:rFonts w:ascii="Arial" w:hAnsi="Arial" w:cs="Arial"/>
          <w:b/>
          <w:sz w:val="20"/>
        </w:rPr>
        <w:t>B)</w:t>
      </w:r>
    </w:p>
    <w:p w14:paraId="47158034" w14:textId="7A3296A6" w:rsidR="009508A9" w:rsidRPr="008B7000" w:rsidRDefault="009508A9" w:rsidP="009508A9">
      <w:pPr>
        <w:pStyle w:val="Odstavecseseznamem"/>
        <w:ind w:hanging="282"/>
        <w:rPr>
          <w:rFonts w:ascii="Arial" w:hAnsi="Arial" w:cs="Arial"/>
          <w:b/>
          <w:sz w:val="20"/>
          <w:szCs w:val="20"/>
        </w:rPr>
      </w:pPr>
      <w:r w:rsidRPr="008B7000">
        <w:rPr>
          <w:rFonts w:ascii="Arial" w:hAnsi="Arial" w:cs="Arial"/>
          <w:b/>
          <w:sz w:val="20"/>
          <w:szCs w:val="20"/>
        </w:rPr>
        <w:t>Referenční zakázka</w:t>
      </w:r>
      <w:r>
        <w:rPr>
          <w:rFonts w:ascii="Arial" w:hAnsi="Arial" w:cs="Arial"/>
          <w:b/>
          <w:sz w:val="20"/>
          <w:szCs w:val="20"/>
        </w:rPr>
        <w:t xml:space="preserve"> č. 2 (min. hodnota 1.0</w:t>
      </w:r>
      <w:r w:rsidRPr="008B7000">
        <w:rPr>
          <w:rFonts w:ascii="Arial" w:hAnsi="Arial" w:cs="Arial"/>
          <w:b/>
          <w:sz w:val="20"/>
          <w:szCs w:val="20"/>
        </w:rPr>
        <w:t>00.000,- Kč bez DPH):</w:t>
      </w:r>
    </w:p>
    <w:p w14:paraId="1EE43464" w14:textId="77777777" w:rsidR="009508A9" w:rsidRPr="00447B8F" w:rsidRDefault="009508A9" w:rsidP="009508A9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9508A9" w:rsidRPr="00447B8F" w14:paraId="68C285A1" w14:textId="77777777" w:rsidTr="00B65900">
        <w:trPr>
          <w:trHeight w:val="1093"/>
        </w:trPr>
        <w:tc>
          <w:tcPr>
            <w:tcW w:w="4179" w:type="dxa"/>
            <w:shd w:val="clear" w:color="auto" w:fill="auto"/>
          </w:tcPr>
          <w:p w14:paraId="33BAB094" w14:textId="77777777" w:rsidR="009508A9" w:rsidRPr="00447B8F" w:rsidRDefault="009508A9" w:rsidP="00B65900">
            <w:pPr>
              <w:spacing w:before="120"/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pro kterého byla </w:t>
            </w:r>
            <w:r>
              <w:rPr>
                <w:rFonts w:ascii="Arial" w:hAnsi="Arial" w:cs="Arial"/>
                <w:sz w:val="20"/>
                <w:szCs w:val="20"/>
              </w:rPr>
              <w:t>dodávka a/nebo 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</w:tcPr>
          <w:p w14:paraId="1C14E5D9" w14:textId="77777777" w:rsidR="009508A9" w:rsidRPr="00447B8F" w:rsidRDefault="009508A9" w:rsidP="00B65900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508A9" w:rsidRPr="00447B8F" w14:paraId="230A6ECA" w14:textId="77777777" w:rsidTr="00B65900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098D5C7D" w14:textId="77777777" w:rsidR="009508A9" w:rsidRPr="00447B8F" w:rsidRDefault="009508A9" w:rsidP="00B65900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plnění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F21E993" w14:textId="77777777" w:rsidR="009508A9" w:rsidRPr="00447B8F" w:rsidRDefault="009508A9" w:rsidP="00B65900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508A9" w:rsidRPr="00447B8F" w14:paraId="140786D3" w14:textId="77777777" w:rsidTr="00B65900">
        <w:trPr>
          <w:trHeight w:val="1727"/>
        </w:trPr>
        <w:tc>
          <w:tcPr>
            <w:tcW w:w="4179" w:type="dxa"/>
            <w:shd w:val="clear" w:color="auto" w:fill="auto"/>
          </w:tcPr>
          <w:p w14:paraId="624912AC" w14:textId="77777777" w:rsidR="009508A9" w:rsidRDefault="009508A9" w:rsidP="00B65900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</w:t>
            </w:r>
          </w:p>
          <w:p w14:paraId="285E41C7" w14:textId="77777777" w:rsidR="009508A9" w:rsidRPr="00447B8F" w:rsidRDefault="009508A9" w:rsidP="00B65900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 a/nebo služby – max. 400 znaků)</w:t>
            </w:r>
          </w:p>
        </w:tc>
        <w:tc>
          <w:tcPr>
            <w:tcW w:w="4326" w:type="dxa"/>
            <w:shd w:val="clear" w:color="auto" w:fill="auto"/>
          </w:tcPr>
          <w:p w14:paraId="430E3B58" w14:textId="77777777" w:rsidR="009508A9" w:rsidRPr="00447B8F" w:rsidRDefault="009508A9" w:rsidP="00B65900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508A9" w:rsidRPr="00447B8F" w14:paraId="3CE68AB2" w14:textId="77777777" w:rsidTr="00B65900">
        <w:trPr>
          <w:trHeight w:val="986"/>
        </w:trPr>
        <w:tc>
          <w:tcPr>
            <w:tcW w:w="4179" w:type="dxa"/>
            <w:shd w:val="clear" w:color="auto" w:fill="auto"/>
            <w:vAlign w:val="center"/>
          </w:tcPr>
          <w:p w14:paraId="7FCBF6AF" w14:textId="77777777" w:rsidR="009508A9" w:rsidRDefault="009508A9" w:rsidP="00B659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Hodnota referenční zakázky</w:t>
            </w:r>
          </w:p>
          <w:p w14:paraId="4EC393F4" w14:textId="77777777" w:rsidR="009508A9" w:rsidRPr="00447B8F" w:rsidRDefault="009508A9" w:rsidP="00B65900">
            <w:pPr>
              <w:rPr>
                <w:rFonts w:ascii="Arial" w:hAnsi="Arial" w:cs="Arial"/>
                <w:sz w:val="20"/>
                <w:szCs w:val="20"/>
              </w:rPr>
            </w:pPr>
            <w:r w:rsidRPr="00CB664D">
              <w:rPr>
                <w:rFonts w:ascii="Arial" w:hAnsi="Arial" w:cs="Arial"/>
                <w:bCs/>
                <w:sz w:val="20"/>
                <w:szCs w:val="20"/>
              </w:rPr>
              <w:t>(tzn. částk</w:t>
            </w:r>
            <w:r>
              <w:rPr>
                <w:rFonts w:ascii="Arial" w:hAnsi="Arial" w:cs="Arial"/>
                <w:bCs/>
                <w:sz w:val="20"/>
                <w:szCs w:val="20"/>
              </w:rPr>
              <w:t>a</w:t>
            </w:r>
            <w:r w:rsidRPr="00CB664D">
              <w:rPr>
                <w:rFonts w:ascii="Arial" w:hAnsi="Arial" w:cs="Arial"/>
                <w:bCs/>
                <w:sz w:val="20"/>
                <w:szCs w:val="20"/>
              </w:rPr>
              <w:t xml:space="preserve"> vyplacen</w:t>
            </w:r>
            <w:r>
              <w:rPr>
                <w:rFonts w:ascii="Arial" w:hAnsi="Arial" w:cs="Arial"/>
                <w:bCs/>
                <w:sz w:val="20"/>
                <w:szCs w:val="20"/>
              </w:rPr>
              <w:t>á</w:t>
            </w:r>
            <w:r w:rsidRPr="00CB664D">
              <w:rPr>
                <w:rFonts w:ascii="Arial" w:hAnsi="Arial" w:cs="Arial"/>
                <w:bCs/>
                <w:sz w:val="20"/>
                <w:szCs w:val="20"/>
              </w:rPr>
              <w:t xml:space="preserve"> dodavateli za </w:t>
            </w:r>
            <w:r>
              <w:rPr>
                <w:rFonts w:ascii="Arial" w:hAnsi="Arial" w:cs="Arial"/>
                <w:bCs/>
                <w:sz w:val="20"/>
                <w:szCs w:val="20"/>
              </w:rPr>
              <w:t>provedenou službu</w:t>
            </w:r>
            <w:r w:rsidRPr="00CB664D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00FE590" w14:textId="77777777" w:rsidR="009508A9" w:rsidRPr="00447B8F" w:rsidRDefault="009508A9" w:rsidP="00B65900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508A9" w:rsidRPr="00447B8F" w14:paraId="2FC84802" w14:textId="77777777" w:rsidTr="00B65900">
        <w:trPr>
          <w:trHeight w:val="798"/>
        </w:trPr>
        <w:tc>
          <w:tcPr>
            <w:tcW w:w="4179" w:type="dxa"/>
            <w:shd w:val="clear" w:color="auto" w:fill="auto"/>
            <w:vAlign w:val="center"/>
          </w:tcPr>
          <w:p w14:paraId="7363B025" w14:textId="77777777" w:rsidR="009508A9" w:rsidRPr="00447B8F" w:rsidRDefault="009508A9" w:rsidP="00B65900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2696158" w14:textId="77777777" w:rsidR="009508A9" w:rsidRPr="00447B8F" w:rsidRDefault="009508A9" w:rsidP="00B65900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1B64C5CD" w14:textId="0404FCE1" w:rsidR="00666916" w:rsidRDefault="00666916" w:rsidP="00666916">
      <w:pPr>
        <w:jc w:val="both"/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color w:val="FF0000"/>
          <w:sz w:val="20"/>
          <w:szCs w:val="20"/>
        </w:rPr>
        <w:lastRenderedPageBreak/>
        <w:t xml:space="preserve">Pozn.: Dodavatel </w:t>
      </w:r>
      <w:r>
        <w:rPr>
          <w:rFonts w:ascii="Arial" w:hAnsi="Arial" w:cs="Arial"/>
          <w:color w:val="FF0000"/>
          <w:sz w:val="20"/>
          <w:szCs w:val="20"/>
        </w:rPr>
        <w:t>může výčet v případě potřeby rozšířit seznam referenčních zakázek o příslušný počet referenčních zakázek, přičemž jejich název označí vždy následujícím vzestupným pořadovým číslem.</w:t>
      </w:r>
    </w:p>
    <w:p w14:paraId="4E24DC7E" w14:textId="77777777" w:rsidR="00666916" w:rsidRDefault="00666916" w:rsidP="00666916">
      <w:pPr>
        <w:jc w:val="both"/>
        <w:rPr>
          <w:rFonts w:ascii="Arial" w:hAnsi="Arial" w:cs="Arial"/>
          <w:b/>
          <w:sz w:val="20"/>
          <w:szCs w:val="20"/>
        </w:rPr>
      </w:pPr>
    </w:p>
    <w:p w14:paraId="78D18D3E" w14:textId="1A247CFC" w:rsidR="00666916" w:rsidRDefault="00666916" w:rsidP="00666916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3295125F" w14:textId="124E73BB" w:rsidR="00666916" w:rsidRPr="004E4FE9" w:rsidRDefault="00666916" w:rsidP="00666916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sz w:val="20"/>
          <w:szCs w:val="20"/>
        </w:rPr>
        <w:t>Dále čestně prohlašuji, že výše uvedený dodavatel provedl všechny shora uvedené referenční zakázky řádně a odborně.</w:t>
      </w:r>
    </w:p>
    <w:p w14:paraId="1BEE92DE" w14:textId="77777777" w:rsidR="00666916" w:rsidRPr="00447B8F" w:rsidRDefault="00666916" w:rsidP="00666916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4C367138" w14:textId="77777777" w:rsidR="00666916" w:rsidRPr="00447B8F" w:rsidRDefault="00666916" w:rsidP="00666916">
      <w:pPr>
        <w:jc w:val="both"/>
        <w:rPr>
          <w:rFonts w:ascii="Arial" w:hAnsi="Arial" w:cs="Arial"/>
          <w:sz w:val="20"/>
          <w:szCs w:val="20"/>
        </w:rPr>
      </w:pPr>
    </w:p>
    <w:p w14:paraId="5FA248DC" w14:textId="56AC4B2D" w:rsidR="00666916" w:rsidRPr="00447B8F" w:rsidRDefault="00666916" w:rsidP="00666916">
      <w:pPr>
        <w:rPr>
          <w:rFonts w:ascii="Arial" w:hAnsi="Arial" w:cs="Arial"/>
          <w:sz w:val="20"/>
          <w:szCs w:val="20"/>
        </w:rPr>
      </w:pPr>
      <w:r w:rsidRPr="00666916">
        <w:rPr>
          <w:rFonts w:ascii="Arial" w:hAnsi="Arial" w:cs="Arial"/>
          <w:sz w:val="20"/>
          <w:szCs w:val="20"/>
          <w:highlight w:val="yellow"/>
        </w:rPr>
        <w:t>V </w:t>
      </w:r>
      <w:r w:rsidRPr="00666916">
        <w:rPr>
          <w:rFonts w:ascii="Arial" w:hAnsi="Arial" w:cs="Arial"/>
          <w:b/>
          <w:sz w:val="20"/>
          <w:szCs w:val="20"/>
          <w:highlight w:val="yellow"/>
        </w:rPr>
        <w:t>město</w:t>
      </w:r>
      <w:r w:rsidRPr="00666916">
        <w:rPr>
          <w:rFonts w:ascii="Arial" w:hAnsi="Arial" w:cs="Arial"/>
          <w:sz w:val="20"/>
          <w:szCs w:val="20"/>
          <w:highlight w:val="yellow"/>
        </w:rPr>
        <w:t xml:space="preserve"> dne DD. MM. </w:t>
      </w:r>
      <w:r w:rsidR="00556306">
        <w:rPr>
          <w:rFonts w:ascii="Arial" w:hAnsi="Arial" w:cs="Arial"/>
          <w:sz w:val="20"/>
          <w:szCs w:val="20"/>
        </w:rPr>
        <w:t>2019</w:t>
      </w:r>
    </w:p>
    <w:p w14:paraId="6FD1FFC1" w14:textId="77777777" w:rsidR="00666916" w:rsidRPr="00447B8F" w:rsidRDefault="00666916" w:rsidP="00666916">
      <w:pPr>
        <w:rPr>
          <w:rFonts w:ascii="Arial" w:hAnsi="Arial" w:cs="Arial"/>
          <w:sz w:val="20"/>
          <w:szCs w:val="20"/>
        </w:rPr>
      </w:pPr>
    </w:p>
    <w:p w14:paraId="664D752A" w14:textId="77777777" w:rsidR="00666916" w:rsidRPr="00447B8F" w:rsidRDefault="00666916" w:rsidP="00666916">
      <w:pPr>
        <w:rPr>
          <w:rFonts w:ascii="Arial" w:hAnsi="Arial" w:cs="Arial"/>
          <w:sz w:val="20"/>
          <w:szCs w:val="20"/>
        </w:rPr>
      </w:pPr>
    </w:p>
    <w:p w14:paraId="794E529A" w14:textId="24F6DB27" w:rsidR="00BF5695" w:rsidRDefault="00666916" w:rsidP="00556306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Jméno, příjmení jednající osoby (jednajících osob): </w:t>
      </w:r>
      <w:r w:rsidRPr="00447B8F">
        <w:rPr>
          <w:rFonts w:ascii="Arial" w:hAnsi="Arial" w:cs="Arial"/>
          <w:sz w:val="20"/>
          <w:szCs w:val="20"/>
          <w:highlight w:val="yellow"/>
        </w:rPr>
        <w:t>[</w:t>
      </w:r>
      <w:r w:rsidRPr="00D64302">
        <w:rPr>
          <w:rFonts w:ascii="Arial" w:hAnsi="Arial" w:cs="Arial"/>
          <w:b/>
          <w:sz w:val="20"/>
          <w:szCs w:val="20"/>
          <w:highlight w:val="yellow"/>
        </w:rPr>
        <w:t>DOPLNIT</w:t>
      </w:r>
      <w:r w:rsidRPr="00447B8F">
        <w:rPr>
          <w:rFonts w:ascii="Arial" w:hAnsi="Arial" w:cs="Arial"/>
          <w:sz w:val="20"/>
          <w:szCs w:val="20"/>
          <w:highlight w:val="yellow"/>
        </w:rPr>
        <w:t>]</w:t>
      </w:r>
    </w:p>
    <w:sectPr w:rsidR="00BF5695" w:rsidSect="003A581C"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195FA3" w14:textId="77777777" w:rsidR="00CC6A71" w:rsidRDefault="00CC6A71">
      <w:r>
        <w:separator/>
      </w:r>
    </w:p>
  </w:endnote>
  <w:endnote w:type="continuationSeparator" w:id="0">
    <w:p w14:paraId="11FAAA4F" w14:textId="77777777" w:rsidR="00CC6A71" w:rsidRDefault="00CC6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CF0610" w14:textId="77777777" w:rsidR="00666916" w:rsidRDefault="0066691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9285FA4" w14:textId="77777777" w:rsidR="00666916" w:rsidRDefault="0066691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B09671" w14:textId="77777777" w:rsidR="00666916" w:rsidRPr="00D03CD0" w:rsidRDefault="00666916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94F7F1" w14:textId="77777777" w:rsidR="00666916" w:rsidRPr="00D03CD0" w:rsidRDefault="00666916" w:rsidP="00B91E35">
    <w:pPr>
      <w:pStyle w:val="Zpat"/>
      <w:widowControl w:val="0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FAA26A" w14:textId="77777777" w:rsidR="00611635" w:rsidRDefault="00611635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D35A15C" w14:textId="77777777" w:rsidR="00611635" w:rsidRDefault="00611635" w:rsidP="00152D3C">
    <w:pPr>
      <w:pStyle w:val="Zpat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C2DB7E" w14:textId="77777777" w:rsidR="00611635" w:rsidRPr="00D03CD0" w:rsidRDefault="00611635" w:rsidP="00B91E35">
    <w:pPr>
      <w:pStyle w:val="Zpat"/>
      <w:widowControl w:val="0"/>
    </w:pP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EAE182" w14:textId="77777777" w:rsidR="00611635" w:rsidRPr="00D03CD0" w:rsidRDefault="00611635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46B6F1" w14:textId="77777777" w:rsidR="00CC6A71" w:rsidRDefault="00CC6A71">
      <w:r>
        <w:separator/>
      </w:r>
    </w:p>
  </w:footnote>
  <w:footnote w:type="continuationSeparator" w:id="0">
    <w:p w14:paraId="5A2D9D9D" w14:textId="77777777" w:rsidR="00CC6A71" w:rsidRDefault="00CC6A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89D8E9" w14:textId="77777777" w:rsidR="00666916" w:rsidRPr="00916F56" w:rsidRDefault="0066691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5C72C8" w14:textId="77777777" w:rsidR="00666916" w:rsidRDefault="00666916" w:rsidP="008D7673">
    <w:pPr>
      <w:pStyle w:val="Zhlav"/>
      <w:jc w:val="center"/>
      <w:rPr>
        <w:b/>
      </w:rPr>
    </w:pPr>
  </w:p>
  <w:p w14:paraId="00AC110B" w14:textId="77777777" w:rsidR="00666916" w:rsidRDefault="00666916" w:rsidP="008D7673">
    <w:pPr>
      <w:pStyle w:val="Zhlav"/>
      <w:jc w:val="center"/>
      <w:rPr>
        <w:b/>
      </w:rPr>
    </w:pPr>
  </w:p>
  <w:p w14:paraId="641670D1" w14:textId="77777777" w:rsidR="00666916" w:rsidRPr="001137C9" w:rsidRDefault="00666916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7728" behindDoc="0" locked="1" layoutInCell="1" allowOverlap="1" wp14:anchorId="36F4EE1E" wp14:editId="6D5FB615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FC65D7" w14:textId="77777777" w:rsidR="00611635" w:rsidRPr="00916F56" w:rsidRDefault="00611635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6C920B" w14:textId="77777777" w:rsidR="00611635" w:rsidRDefault="00611635" w:rsidP="008D7673">
    <w:pPr>
      <w:pStyle w:val="Zhlav"/>
      <w:jc w:val="center"/>
      <w:rPr>
        <w:b/>
      </w:rPr>
    </w:pPr>
  </w:p>
  <w:p w14:paraId="0F2BAB68" w14:textId="77777777" w:rsidR="00611635" w:rsidRDefault="00611635" w:rsidP="008D7673">
    <w:pPr>
      <w:pStyle w:val="Zhlav"/>
      <w:jc w:val="center"/>
      <w:rPr>
        <w:b/>
      </w:rPr>
    </w:pPr>
  </w:p>
  <w:p w14:paraId="195B6E8E" w14:textId="77777777" w:rsidR="00611635" w:rsidRPr="001137C9" w:rsidRDefault="00611635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60800" behindDoc="0" locked="1" layoutInCell="1" allowOverlap="1" wp14:anchorId="20EDA594" wp14:editId="57F5E63F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8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9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1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1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9"/>
  </w:num>
  <w:num w:numId="14">
    <w:abstractNumId w:val="30"/>
  </w:num>
  <w:num w:numId="15">
    <w:abstractNumId w:val="37"/>
  </w:num>
  <w:num w:numId="16">
    <w:abstractNumId w:val="17"/>
  </w:num>
  <w:num w:numId="17">
    <w:abstractNumId w:val="24"/>
  </w:num>
  <w:num w:numId="18">
    <w:abstractNumId w:val="40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6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38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9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50FF"/>
    <w:rsid w:val="000E6655"/>
    <w:rsid w:val="000F189B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E2F96"/>
    <w:rsid w:val="002E3032"/>
    <w:rsid w:val="002E50F3"/>
    <w:rsid w:val="002E6957"/>
    <w:rsid w:val="002F0431"/>
    <w:rsid w:val="002F52FC"/>
    <w:rsid w:val="00301CE7"/>
    <w:rsid w:val="00305024"/>
    <w:rsid w:val="003100BE"/>
    <w:rsid w:val="00310A5B"/>
    <w:rsid w:val="00316B8F"/>
    <w:rsid w:val="00320FE8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64910"/>
    <w:rsid w:val="003816AD"/>
    <w:rsid w:val="00381E3A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33A66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D3B6F"/>
    <w:rsid w:val="004E1472"/>
    <w:rsid w:val="004E5527"/>
    <w:rsid w:val="004F14F4"/>
    <w:rsid w:val="004F265A"/>
    <w:rsid w:val="00501AB8"/>
    <w:rsid w:val="00503E1B"/>
    <w:rsid w:val="00511F15"/>
    <w:rsid w:val="00524391"/>
    <w:rsid w:val="00530405"/>
    <w:rsid w:val="0053598A"/>
    <w:rsid w:val="00543594"/>
    <w:rsid w:val="00555BC8"/>
    <w:rsid w:val="00556306"/>
    <w:rsid w:val="00556845"/>
    <w:rsid w:val="005619EC"/>
    <w:rsid w:val="00564D2F"/>
    <w:rsid w:val="005749FE"/>
    <w:rsid w:val="00576CB8"/>
    <w:rsid w:val="0058172C"/>
    <w:rsid w:val="00585D21"/>
    <w:rsid w:val="005907C7"/>
    <w:rsid w:val="00593E12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635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7AF1"/>
    <w:rsid w:val="00666916"/>
    <w:rsid w:val="00667077"/>
    <w:rsid w:val="00672B91"/>
    <w:rsid w:val="00676253"/>
    <w:rsid w:val="0068182C"/>
    <w:rsid w:val="00683561"/>
    <w:rsid w:val="00684944"/>
    <w:rsid w:val="006941B6"/>
    <w:rsid w:val="00696662"/>
    <w:rsid w:val="006A0C12"/>
    <w:rsid w:val="006A0F90"/>
    <w:rsid w:val="006A6F30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3796C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03FE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394A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277F"/>
    <w:rsid w:val="008C6947"/>
    <w:rsid w:val="008D2C7F"/>
    <w:rsid w:val="008D4A84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08A9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F0972"/>
    <w:rsid w:val="009F2277"/>
    <w:rsid w:val="009F2683"/>
    <w:rsid w:val="009F563A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2C00"/>
    <w:rsid w:val="00B2661D"/>
    <w:rsid w:val="00B32372"/>
    <w:rsid w:val="00B3517A"/>
    <w:rsid w:val="00B37D84"/>
    <w:rsid w:val="00B4044F"/>
    <w:rsid w:val="00B43903"/>
    <w:rsid w:val="00B51A81"/>
    <w:rsid w:val="00B55194"/>
    <w:rsid w:val="00B55221"/>
    <w:rsid w:val="00B5603A"/>
    <w:rsid w:val="00B610AE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5695"/>
    <w:rsid w:val="00C0068B"/>
    <w:rsid w:val="00C02006"/>
    <w:rsid w:val="00C06178"/>
    <w:rsid w:val="00C16A23"/>
    <w:rsid w:val="00C17CCE"/>
    <w:rsid w:val="00C31699"/>
    <w:rsid w:val="00C34235"/>
    <w:rsid w:val="00C42BE3"/>
    <w:rsid w:val="00C4359B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C6A71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64C5"/>
    <w:rsid w:val="00D873FD"/>
    <w:rsid w:val="00D92FEA"/>
    <w:rsid w:val="00DA4A72"/>
    <w:rsid w:val="00DA50CF"/>
    <w:rsid w:val="00DB4B43"/>
    <w:rsid w:val="00DB6A42"/>
    <w:rsid w:val="00DC4367"/>
    <w:rsid w:val="00DE0719"/>
    <w:rsid w:val="00DF0D9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26C25"/>
    <w:rsid w:val="00F31B36"/>
    <w:rsid w:val="00F34F1C"/>
    <w:rsid w:val="00F37143"/>
    <w:rsid w:val="00F3789B"/>
    <w:rsid w:val="00F42236"/>
    <w:rsid w:val="00F443D8"/>
    <w:rsid w:val="00F531DC"/>
    <w:rsid w:val="00F55F58"/>
    <w:rsid w:val="00F56536"/>
    <w:rsid w:val="00F57804"/>
    <w:rsid w:val="00F605D0"/>
    <w:rsid w:val="00F62D55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9558F83"/>
  <w14:defaultImageDpi w14:val="0"/>
  <w15:docId w15:val="{44D6DE5A-6265-440A-A1AA-452FB8AA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50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17" Type="http://schemas.openxmlformats.org/officeDocument/2006/relationships/footer" Target="footer5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eader" Target="header1.xml"/><Relationship Id="rId19" Type="http://schemas.openxmlformats.org/officeDocument/2006/relationships/footer" Target="footer6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86BB624457BA4A8840F32B4293B0F0" ma:contentTypeVersion="" ma:contentTypeDescription="Vytvoří nový dokument" ma:contentTypeScope="" ma:versionID="0dc091b22d33dacf71c6875524337d40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A7D378-4278-4AEA-B311-6A76A31BB94C}">
  <ds:schemaRefs>
    <ds:schemaRef ds:uri="http://www.w3.org/XML/1998/namespace"/>
    <ds:schemaRef ds:uri="http://purl.org/dc/terms/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$ListId:dokumentyvz;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68D8123-94AF-49C0-B940-AFCB96CC54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1</TotalTime>
  <Pages>2</Pages>
  <Words>322</Words>
  <Characters>1902</Characters>
  <Application>Microsoft Office Word</Application>
  <DocSecurity>4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Vávra Tomáš</cp:lastModifiedBy>
  <cp:revision>2</cp:revision>
  <cp:lastPrinted>2018-04-16T14:33:00Z</cp:lastPrinted>
  <dcterms:created xsi:type="dcterms:W3CDTF">2019-12-04T12:01:00Z</dcterms:created>
  <dcterms:modified xsi:type="dcterms:W3CDTF">2019-12-04T12:01:00Z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0x0101008186BB624457BA4A8840F32B4293B0F0</vt:lpwstr>
  </property>
</Properties>
</file>